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A914B-D2BF-4FF6-ACF4-768EEFA8EA98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